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2D858FE0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2020-2023</w:t>
      </w:r>
    </w:p>
    <w:p w14:paraId="2D28B66C" w14:textId="77ED4F86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2020/2021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2BE5C791" w14:textId="10C14F41" w:rsidR="0015768B" w:rsidRPr="00CB13C6" w:rsidRDefault="00B40CD2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  <w:bookmarkStart w:id="1" w:name="_GoBack"/>
        <w:bookmarkEnd w:id="1"/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C6A80" w14:textId="77777777" w:rsidR="001756F0" w:rsidRDefault="001756F0" w:rsidP="00C16ABF">
      <w:pPr>
        <w:spacing w:after="0" w:line="240" w:lineRule="auto"/>
      </w:pPr>
      <w:r>
        <w:separator/>
      </w:r>
    </w:p>
  </w:endnote>
  <w:endnote w:type="continuationSeparator" w:id="0">
    <w:p w14:paraId="45907BBA" w14:textId="77777777" w:rsidR="001756F0" w:rsidRDefault="001756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67794" w14:textId="77777777" w:rsidR="001756F0" w:rsidRDefault="001756F0" w:rsidP="00C16ABF">
      <w:pPr>
        <w:spacing w:after="0" w:line="240" w:lineRule="auto"/>
      </w:pPr>
      <w:r>
        <w:separator/>
      </w:r>
    </w:p>
  </w:footnote>
  <w:footnote w:type="continuationSeparator" w:id="0">
    <w:p w14:paraId="5C6888C1" w14:textId="77777777" w:rsidR="001756F0" w:rsidRDefault="001756F0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B609A-C917-47C8-BE4B-487ABC9B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150</TotalTime>
  <Pages>1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2020-10-23T13:23:00Z</dcterms:created>
  <dcterms:modified xsi:type="dcterms:W3CDTF">2021-02-01T11:44:00Z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